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1512F" w14:textId="24EF87C9" w:rsidR="003E786D" w:rsidRPr="00E55421" w:rsidRDefault="00E55421" w:rsidP="0050504E">
      <w:pPr>
        <w:jc w:val="center"/>
        <w:rPr>
          <w:rFonts w:ascii="UD デジタル 教科書体 N-B" w:eastAsia="UD デジタル 教科書体 N-B"/>
          <w:sz w:val="24"/>
          <w:szCs w:val="28"/>
        </w:rPr>
      </w:pPr>
      <w:r w:rsidRPr="00E55421">
        <w:rPr>
          <w:rFonts w:ascii="UD デジタル 教科書体 N-B" w:eastAsia="UD デジタル 教科書体 N-B" w:hint="eastAsia"/>
          <w:sz w:val="28"/>
          <w:szCs w:val="28"/>
        </w:rPr>
        <w:t>小学校道徳</w:t>
      </w:r>
      <w:r w:rsidR="0050504E" w:rsidRPr="00E55421">
        <w:rPr>
          <w:rFonts w:ascii="UD デジタル 教科書体 N-B" w:eastAsia="UD デジタル 教科書体 N-B" w:hint="eastAsia"/>
          <w:sz w:val="28"/>
          <w:szCs w:val="28"/>
        </w:rPr>
        <w:t xml:space="preserve">　サポートシート</w:t>
      </w:r>
      <w:r w:rsidRPr="00E55421">
        <w:rPr>
          <w:rFonts w:ascii="UD デジタル 教科書体 N-B" w:eastAsia="UD デジタル 教科書体 N-B" w:hint="eastAsia"/>
          <w:sz w:val="28"/>
          <w:szCs w:val="28"/>
        </w:rPr>
        <w:t>２年</w:t>
      </w:r>
    </w:p>
    <w:p w14:paraId="3837AD58" w14:textId="6309F68C" w:rsidR="00023E03" w:rsidRPr="00E55421" w:rsidRDefault="00E55421" w:rsidP="00023E03">
      <w:pPr>
        <w:jc w:val="left"/>
        <w:rPr>
          <w:rFonts w:ascii="UD デジタル 教科書体 N-B" w:eastAsia="UD デジタル 教科書体 N-B"/>
          <w:sz w:val="24"/>
          <w:szCs w:val="24"/>
        </w:rPr>
      </w:pPr>
      <w:r w:rsidRPr="00E55421">
        <w:rPr>
          <w:rFonts w:ascii="UD デジタル 教科書体 N-B" w:eastAsia="UD デジタル 教科書体 N-B" w:hint="eastAsia"/>
          <w:sz w:val="24"/>
          <w:szCs w:val="24"/>
        </w:rPr>
        <w:t>じゅんびするもの　きょうか書</w:t>
      </w:r>
      <w:r w:rsidR="00BA71A1">
        <w:rPr>
          <w:rFonts w:ascii="UD デジタル 教科書体 N-B" w:eastAsia="UD デジタル 教科書体 N-B" w:hint="eastAsia"/>
          <w:sz w:val="24"/>
          <w:szCs w:val="24"/>
        </w:rPr>
        <w:t xml:space="preserve">　「じぶんでオッケー</w:t>
      </w:r>
      <w:r>
        <w:rPr>
          <w:rFonts w:ascii="UD デジタル 教科書体 N-B" w:eastAsia="UD デジタル 教科書体 N-B" w:hint="eastAsia"/>
          <w:sz w:val="24"/>
          <w:szCs w:val="24"/>
        </w:rPr>
        <w:t>」</w:t>
      </w:r>
    </w:p>
    <w:p w14:paraId="409BB230" w14:textId="77777777" w:rsidR="00DF4B8A" w:rsidRDefault="00BA71A1" w:rsidP="00E55421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  <w:szCs w:val="24"/>
        </w:rPr>
        <w:t>〇　この学しゅうでは、</w:t>
      </w:r>
      <w:r w:rsidR="00DF4B8A">
        <w:rPr>
          <w:rFonts w:ascii="UD デジタル 教科書体 N-B" w:eastAsia="UD デジタル 教科書体 N-B" w:hint="eastAsia"/>
          <w:sz w:val="24"/>
          <w:szCs w:val="24"/>
        </w:rPr>
        <w:t>自分でできることをふやそう　ということについて学びます。</w:t>
      </w:r>
    </w:p>
    <w:p w14:paraId="51770E89" w14:textId="751489F0" w:rsidR="00E55421" w:rsidRPr="00DF4B8A" w:rsidRDefault="00DF4B8A" w:rsidP="00DF4B8A">
      <w:pPr>
        <w:pStyle w:val="a8"/>
        <w:numPr>
          <w:ilvl w:val="0"/>
          <w:numId w:val="1"/>
        </w:numPr>
        <w:ind w:leftChars="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  <w:szCs w:val="24"/>
        </w:rPr>
        <w:t>はじめに、</w:t>
      </w:r>
      <w:r w:rsidR="00A7775E" w:rsidRPr="00DF4B8A">
        <w:rPr>
          <w:rFonts w:ascii="UD デジタル 教科書体 N-B" w:eastAsia="UD デジタル 教科書体 N-B" w:hint="eastAsia"/>
          <w:sz w:val="24"/>
          <w:szCs w:val="24"/>
        </w:rPr>
        <w:t>あなたは２年生になって、できるようにしたいことはありますか。考えて書いてみましょう。</w:t>
      </w:r>
    </w:p>
    <w:p w14:paraId="2BB9AF6E" w14:textId="0D8BE834" w:rsidR="00A7775E" w:rsidRDefault="00A7775E" w:rsidP="00E55421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4B57D32E" w14:textId="034D5FB6" w:rsidR="00A7775E" w:rsidRDefault="00A7775E" w:rsidP="00E55421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4A5D6DFB" w14:textId="7D511E1C" w:rsidR="00A7775E" w:rsidRDefault="00A7775E" w:rsidP="00E55421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2BFD068B" w14:textId="672ACAB1" w:rsidR="00A7775E" w:rsidRDefault="00A7775E" w:rsidP="00E55421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44B7FE24" w14:textId="77777777" w:rsidR="00A7775E" w:rsidRDefault="00A7775E" w:rsidP="00E55421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4872FD01" w14:textId="33CCBA71" w:rsidR="00592B52" w:rsidRPr="00DF4B8A" w:rsidRDefault="00A7775E" w:rsidP="00DF4B8A">
      <w:pPr>
        <w:pStyle w:val="a8"/>
        <w:numPr>
          <w:ilvl w:val="0"/>
          <w:numId w:val="1"/>
        </w:numPr>
        <w:ind w:leftChars="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48D5FB" wp14:editId="20FE325C">
                <wp:simplePos x="0" y="0"/>
                <wp:positionH relativeFrom="column">
                  <wp:posOffset>58632</wp:posOffset>
                </wp:positionH>
                <wp:positionV relativeFrom="margin">
                  <wp:align>bottom</wp:align>
                </wp:positionV>
                <wp:extent cx="2203450" cy="5905500"/>
                <wp:effectExtent l="0" t="0" r="2540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3450" cy="590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B4FBA1" w14:textId="77777777" w:rsidR="00A7775E" w:rsidRDefault="00A7775E" w:rsidP="00A7775E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48D5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.6pt;margin-top:0;width:173.5pt;height:4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" fillcolor="white [3201]" strokeweight=".5pt">
                <v:textbox style="layout-flow:vertical-ideographic">
                  <w:txbxContent>
                    <w:p w14:paraId="1EB4FBA1" w14:textId="77777777" w:rsidR="00A7775E" w:rsidRDefault="00A7775E" w:rsidP="00A7775E"/>
                  </w:txbxContent>
                </v:textbox>
                <w10:wrap anchory="margin"/>
              </v:shape>
            </w:pict>
          </mc:Fallback>
        </mc:AlternateContent>
      </w:r>
      <w:r w:rsidR="00BA71A1" w:rsidRPr="00DF4B8A">
        <w:rPr>
          <w:rFonts w:ascii="UD デジタル 教科書体 N-B" w:eastAsia="UD デジタル 教科書体 N-B" w:hint="eastAsia"/>
          <w:sz w:val="24"/>
          <w:szCs w:val="24"/>
        </w:rPr>
        <w:t xml:space="preserve">　きょうか書１０</w:t>
      </w:r>
      <w:r w:rsidR="0017303B" w:rsidRPr="00DF4B8A">
        <w:rPr>
          <w:rFonts w:ascii="UD デジタル 教科書体 N-B" w:eastAsia="UD デジタル 教科書体 N-B" w:hint="eastAsia"/>
          <w:sz w:val="24"/>
          <w:szCs w:val="24"/>
        </w:rPr>
        <w:t>ページ</w:t>
      </w:r>
      <w:r w:rsidR="00BA71A1" w:rsidRPr="00DF4B8A">
        <w:rPr>
          <w:rFonts w:ascii="UD デジタル 教科書体 N-B" w:eastAsia="UD デジタル 教科書体 N-B" w:hint="eastAsia"/>
          <w:sz w:val="24"/>
          <w:szCs w:val="24"/>
        </w:rPr>
        <w:t>から１２ページを読みましょう。</w:t>
      </w:r>
    </w:p>
    <w:p w14:paraId="27841A30" w14:textId="5E23205A" w:rsidR="00A7775E" w:rsidRPr="00DF4B8A" w:rsidRDefault="00A7775E" w:rsidP="00DF4B8A">
      <w:pPr>
        <w:pStyle w:val="a8"/>
        <w:numPr>
          <w:ilvl w:val="0"/>
          <w:numId w:val="1"/>
        </w:numPr>
        <w:ind w:leftChars="0"/>
        <w:jc w:val="left"/>
        <w:rPr>
          <w:rFonts w:ascii="UD デジタル 教科書体 N-B" w:eastAsia="UD デジタル 教科書体 N-B"/>
          <w:sz w:val="24"/>
          <w:szCs w:val="24"/>
        </w:rPr>
      </w:pPr>
      <w:bookmarkStart w:id="0" w:name="_GoBack"/>
      <w:bookmarkEnd w:id="0"/>
      <w:r w:rsidRPr="00DF4B8A">
        <w:rPr>
          <w:rFonts w:ascii="UD デジタル 教科書体 N-B" w:eastAsia="UD デジタル 教科書体 N-B" w:hint="eastAsia"/>
          <w:sz w:val="24"/>
          <w:szCs w:val="24"/>
        </w:rPr>
        <w:t xml:space="preserve">　とも子が２年生になって、できるようになりたいことはどんなことでしたか。書きましょう。なぜそう思ったのかも書いてみましょう。</w:t>
      </w:r>
    </w:p>
    <w:p w14:paraId="5A798D6B" w14:textId="3F98C8AA" w:rsidR="0058408C" w:rsidRPr="00E55421" w:rsidRDefault="0058408C" w:rsidP="007A77C9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</w:p>
    <w:p w14:paraId="75E0805A" w14:textId="77777777" w:rsidR="0058408C" w:rsidRDefault="0058408C" w:rsidP="00592B52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2AEA18AF" w14:textId="1EC36F6F" w:rsidR="0058408C" w:rsidRDefault="0058408C" w:rsidP="00592B52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30CB2885" w14:textId="26EFDD20" w:rsidR="0058408C" w:rsidRDefault="0058408C" w:rsidP="00592B52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7F735014" w14:textId="5B02E0AD" w:rsidR="002242FE" w:rsidRPr="00E55421" w:rsidRDefault="0058408C" w:rsidP="00592B52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F0609C" wp14:editId="4A09400F">
                <wp:simplePos x="0" y="0"/>
                <wp:positionH relativeFrom="column">
                  <wp:posOffset>-1185968</wp:posOffset>
                </wp:positionH>
                <wp:positionV relativeFrom="paragraph">
                  <wp:posOffset>247438</wp:posOffset>
                </wp:positionV>
                <wp:extent cx="2982383" cy="5905500"/>
                <wp:effectExtent l="0" t="0" r="27940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2383" cy="590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84BD98" w14:textId="77777777" w:rsidR="0058408C" w:rsidRDefault="0058408C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0609C" id="テキスト ボックス 10" o:spid="_x0000_s1027" type="#_x0000_t202" style="position:absolute;left:0;text-align:left;margin-left:-93.4pt;margin-top:19.5pt;width:234.85pt;height:4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" fillcolor="white [3201]" strokeweight=".5pt">
                <v:textbox style="layout-flow:vertical-ideographic">
                  <w:txbxContent>
                    <w:p w14:paraId="3D84BD98" w14:textId="77777777" w:rsidR="0058408C" w:rsidRDefault="0058408C"/>
                  </w:txbxContent>
                </v:textbox>
              </v:shape>
            </w:pict>
          </mc:Fallback>
        </mc:AlternateContent>
      </w:r>
    </w:p>
    <w:sectPr w:rsidR="002242FE" w:rsidRPr="00E55421" w:rsidSect="00DC5A58">
      <w:headerReference w:type="default" r:id="rId7"/>
      <w:pgSz w:w="16838" w:h="11906" w:orient="landscape"/>
      <w:pgMar w:top="1077" w:right="1077" w:bottom="1077" w:left="1077" w:header="0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2A9B5" w14:textId="77777777" w:rsidR="00F57A47" w:rsidRDefault="00F57A47" w:rsidP="00DC5A58">
      <w:r>
        <w:separator/>
      </w:r>
    </w:p>
  </w:endnote>
  <w:endnote w:type="continuationSeparator" w:id="0">
    <w:p w14:paraId="3CEEC308" w14:textId="77777777" w:rsidR="00F57A47" w:rsidRDefault="00F57A47" w:rsidP="00DC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E8B25" w14:textId="77777777" w:rsidR="00F57A47" w:rsidRDefault="00F57A47" w:rsidP="00DC5A58">
      <w:r>
        <w:separator/>
      </w:r>
    </w:p>
  </w:footnote>
  <w:footnote w:type="continuationSeparator" w:id="0">
    <w:p w14:paraId="57A6F47C" w14:textId="77777777" w:rsidR="00F57A47" w:rsidRDefault="00F57A47" w:rsidP="00DC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A8728" w14:textId="43ED3916" w:rsidR="00DC5A58" w:rsidRDefault="00DC5A58" w:rsidP="00DC5A58">
    <w:pPr>
      <w:pStyle w:val="a3"/>
      <w:ind w:right="840"/>
      <w:rPr>
        <w:bdr w:val="single" w:sz="4" w:space="0" w:color="auto" w:frame="1"/>
      </w:rPr>
    </w:pPr>
    <w:r>
      <w:rPr>
        <w:rFonts w:hint="eastAsia"/>
        <w:bdr w:val="single" w:sz="4" w:space="0" w:color="auto" w:frame="1"/>
      </w:rPr>
      <w:t xml:space="preserve">　　　</w:t>
    </w:r>
  </w:p>
  <w:p w14:paraId="69896931" w14:textId="77777777" w:rsidR="00DC5A58" w:rsidRDefault="00DC5A58" w:rsidP="00DC5A58">
    <w:pPr>
      <w:pStyle w:val="a3"/>
      <w:ind w:right="840"/>
      <w:rPr>
        <w:bdr w:val="single" w:sz="4" w:space="0" w:color="auto" w:frame="1"/>
      </w:rPr>
    </w:pPr>
  </w:p>
  <w:p w14:paraId="5B28CD80" w14:textId="13A62B4D" w:rsidR="00DC5A58" w:rsidRDefault="00DC5A58" w:rsidP="00DC5A58">
    <w:pPr>
      <w:pStyle w:val="a3"/>
      <w:ind w:right="840" w:firstLineChars="100" w:firstLine="210"/>
      <w:rPr>
        <w:bdr w:val="single" w:sz="4" w:space="0" w:color="auto" w:frame="1"/>
      </w:rPr>
    </w:pPr>
    <w:r>
      <w:rPr>
        <w:rFonts w:hint="eastAsia"/>
        <w:bdr w:val="single" w:sz="4" w:space="0" w:color="auto" w:frame="1"/>
      </w:rPr>
      <w:t>小学校</w:t>
    </w:r>
    <w:r w:rsidR="00A7775E">
      <w:rPr>
        <w:rFonts w:hint="eastAsia"/>
        <w:bdr w:val="single" w:sz="4" w:space="0" w:color="auto" w:frame="1"/>
      </w:rPr>
      <w:t>２年　道徳４</w:t>
    </w:r>
  </w:p>
  <w:p w14:paraId="7BFDCDA5" w14:textId="7256778D" w:rsidR="00DC5A58" w:rsidRDefault="00DC5A58">
    <w:pPr>
      <w:pStyle w:val="a3"/>
    </w:pPr>
  </w:p>
  <w:p w14:paraId="37497705" w14:textId="77777777" w:rsidR="00DC5A58" w:rsidRDefault="00DC5A5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A6C37"/>
    <w:multiLevelType w:val="hybridMultilevel"/>
    <w:tmpl w:val="7DEC4F60"/>
    <w:lvl w:ilvl="0" w:tplc="7E96C3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04E"/>
    <w:rsid w:val="00023E03"/>
    <w:rsid w:val="000B09E5"/>
    <w:rsid w:val="000B2FDD"/>
    <w:rsid w:val="00133BF1"/>
    <w:rsid w:val="0017303B"/>
    <w:rsid w:val="00200E66"/>
    <w:rsid w:val="002242FE"/>
    <w:rsid w:val="002324F5"/>
    <w:rsid w:val="003106CB"/>
    <w:rsid w:val="00322FA5"/>
    <w:rsid w:val="003E786D"/>
    <w:rsid w:val="00436F89"/>
    <w:rsid w:val="0047274E"/>
    <w:rsid w:val="0050504E"/>
    <w:rsid w:val="005343F6"/>
    <w:rsid w:val="0058408C"/>
    <w:rsid w:val="00592B52"/>
    <w:rsid w:val="00624105"/>
    <w:rsid w:val="0067549B"/>
    <w:rsid w:val="00710254"/>
    <w:rsid w:val="007837E4"/>
    <w:rsid w:val="007A2F38"/>
    <w:rsid w:val="007A5430"/>
    <w:rsid w:val="007A77C9"/>
    <w:rsid w:val="008817BE"/>
    <w:rsid w:val="008E073C"/>
    <w:rsid w:val="008E3592"/>
    <w:rsid w:val="009D7997"/>
    <w:rsid w:val="00A7775E"/>
    <w:rsid w:val="00BA267E"/>
    <w:rsid w:val="00BA71A1"/>
    <w:rsid w:val="00D56040"/>
    <w:rsid w:val="00DC5A58"/>
    <w:rsid w:val="00DC682E"/>
    <w:rsid w:val="00DF4B8A"/>
    <w:rsid w:val="00E55421"/>
    <w:rsid w:val="00E8331E"/>
    <w:rsid w:val="00F452DA"/>
    <w:rsid w:val="00F5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7818DD9"/>
  <w15:chartTrackingRefBased/>
  <w15:docId w15:val="{F4E2D9C5-A286-40EB-BABE-FFC280D0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A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A58"/>
  </w:style>
  <w:style w:type="paragraph" w:styleId="a5">
    <w:name w:val="footer"/>
    <w:basedOn w:val="a"/>
    <w:link w:val="a6"/>
    <w:uiPriority w:val="99"/>
    <w:unhideWhenUsed/>
    <w:rsid w:val="00DC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A58"/>
  </w:style>
  <w:style w:type="table" w:styleId="a7">
    <w:name w:val="Table Grid"/>
    <w:basedOn w:val="a1"/>
    <w:uiPriority w:val="39"/>
    <w:rsid w:val="00BA2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F4B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01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DD9A3C46</Template>
  <TotalTime>242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全仁 伊藤</dc:creator>
  <cp:keywords/>
  <dc:description/>
  <cp:lastModifiedBy>20126438</cp:lastModifiedBy>
  <cp:revision>23</cp:revision>
  <dcterms:created xsi:type="dcterms:W3CDTF">2020-04-28T09:43:00Z</dcterms:created>
  <dcterms:modified xsi:type="dcterms:W3CDTF">2020-05-14T06:34:00Z</dcterms:modified>
</cp:coreProperties>
</file>